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2CEFFEE9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bookmarkEnd w:id="0"/>
      <w:bookmarkEnd w:id="1"/>
      <w:bookmarkEnd w:id="2"/>
      <w:bookmarkEnd w:id="3"/>
      <w:r w:rsidR="00977D5F">
        <w:rPr>
          <w:lang w:val="en-GB"/>
        </w:rPr>
        <w:t xml:space="preserve"> 22-G009-25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5C9483CB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77D5F">
        <w:rPr>
          <w:rFonts w:ascii="Calibri" w:hAnsi="Calibri" w:cs="Calibri"/>
          <w:lang w:val="en-GB"/>
        </w:rPr>
        <w:t>Ministry of Health and Medical Services</w:t>
      </w:r>
      <w:r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52B8F363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numbe</w:t>
      </w:r>
      <w:r w:rsidR="00977D5F">
        <w:rPr>
          <w:lang w:val="en-GB"/>
        </w:rPr>
        <w:t>r: 22-G009-25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96C81" w14:textId="77777777" w:rsidR="000D448D" w:rsidRDefault="000D448D">
      <w:r>
        <w:separator/>
      </w:r>
    </w:p>
  </w:endnote>
  <w:endnote w:type="continuationSeparator" w:id="0">
    <w:p w14:paraId="71DC5124" w14:textId="77777777" w:rsidR="000D448D" w:rsidRDefault="000D448D">
      <w:r>
        <w:continuationSeparator/>
      </w:r>
    </w:p>
  </w:endnote>
  <w:endnote w:type="continuationNotice" w:id="1">
    <w:p w14:paraId="285088B2" w14:textId="77777777" w:rsidR="000D448D" w:rsidRDefault="000D44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65B65B5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77D5F">
      <w:rPr>
        <w:noProof/>
      </w:rPr>
      <w:t>2025-09-25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6A179" w14:textId="77777777" w:rsidR="000D448D" w:rsidRDefault="000D448D">
      <w:r>
        <w:separator/>
      </w:r>
    </w:p>
  </w:footnote>
  <w:footnote w:type="continuationSeparator" w:id="0">
    <w:p w14:paraId="09B1982E" w14:textId="77777777" w:rsidR="000D448D" w:rsidRDefault="000D448D">
      <w:r>
        <w:continuationSeparator/>
      </w:r>
    </w:p>
  </w:footnote>
  <w:footnote w:type="continuationNotice" w:id="1">
    <w:p w14:paraId="7C4DA8E4" w14:textId="77777777" w:rsidR="000D448D" w:rsidRDefault="000D448D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48D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77D5F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39</TotalTime>
  <Pages>7</Pages>
  <Words>1835</Words>
  <Characters>10465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12276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2013-10-18T08:32:00Z</cp:lastPrinted>
  <dcterms:created xsi:type="dcterms:W3CDTF">2020-12-01T12:58:00Z</dcterms:created>
  <dcterms:modified xsi:type="dcterms:W3CDTF">2025-09-24T23:54:00Z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